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04CA76DC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C5435">
        <w:rPr>
          <w:rFonts w:cs="Arial"/>
          <w:color w:val="000000"/>
          <w:sz w:val="22"/>
        </w:rPr>
        <w:tab/>
      </w:r>
      <w:r w:rsidR="00024372">
        <w:rPr>
          <w:rFonts w:cs="Arial"/>
          <w:color w:val="000000"/>
          <w:sz w:val="22"/>
        </w:rPr>
        <w:t>30</w:t>
      </w:r>
      <w:r w:rsidR="00E0231B">
        <w:rPr>
          <w:rFonts w:cs="Arial"/>
          <w:color w:val="000000"/>
          <w:sz w:val="22"/>
        </w:rPr>
        <w:t>.0</w:t>
      </w:r>
      <w:r w:rsidR="00024372">
        <w:rPr>
          <w:rFonts w:cs="Arial"/>
          <w:color w:val="000000"/>
          <w:sz w:val="22"/>
        </w:rPr>
        <w:t>9</w:t>
      </w:r>
      <w:r w:rsidRPr="00316376">
        <w:rPr>
          <w:rFonts w:cs="Arial"/>
          <w:color w:val="000000"/>
          <w:sz w:val="22"/>
        </w:rPr>
        <w:t>.2025 nr JV-MAA-1/</w:t>
      </w:r>
      <w:r w:rsidR="0074508B">
        <w:rPr>
          <w:rFonts w:cs="Arial"/>
          <w:color w:val="000000"/>
          <w:sz w:val="22"/>
        </w:rPr>
        <w:t>4476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0"/>
        <w:gridCol w:w="6224"/>
      </w:tblGrid>
      <w:tr w:rsidR="000505BA" w:rsidRPr="000B2E35" w14:paraId="5CF7D843" w14:textId="77777777" w:rsidTr="0038757D">
        <w:trPr>
          <w:trHeight w:val="417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38757D">
        <w:trPr>
          <w:trHeight w:val="4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38757D">
        <w:trPr>
          <w:trHeight w:val="272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38757D">
        <w:trPr>
          <w:trHeight w:val="421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Õigustatud isiku poolne lepingu sõlmija nimi: volikirja alusel ANDRA McMANUS</w:t>
            </w:r>
          </w:p>
        </w:tc>
      </w:tr>
      <w:tr w:rsidR="000505BA" w:rsidRPr="000B2E35" w14:paraId="1AF6F3F7" w14:textId="77777777" w:rsidTr="0038757D">
        <w:trPr>
          <w:trHeight w:val="615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38757D">
        <w:trPr>
          <w:trHeight w:val="94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41D22CC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Nimi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Kristjan Ott</w:t>
            </w:r>
          </w:p>
        </w:tc>
      </w:tr>
      <w:tr w:rsidR="000505BA" w:rsidRPr="000B2E35" w14:paraId="514FD04C" w14:textId="77777777" w:rsidTr="0038757D">
        <w:trPr>
          <w:trHeight w:val="93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378EEA" w14:textId="4526F1A2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hyperlink r:id="rId12" w:history="1">
              <w:r w:rsidR="00933269" w:rsidRPr="00F947B6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kristjan.ott@elektrilevi.ee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;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telefon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 58 627 141</w:t>
            </w:r>
          </w:p>
          <w:p w14:paraId="71728471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38757D">
        <w:trPr>
          <w:trHeight w:val="93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655F3439" w:rsidR="000505BA" w:rsidRPr="000B2E35" w:rsidRDefault="00EF56E3" w:rsidP="0038757D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C26BE7">
              <w:rPr>
                <w:rFonts w:ascii="Calibri" w:eastAsia="Calibri" w:hAnsi="Calibri"/>
                <w:sz w:val="22"/>
                <w:szCs w:val="22"/>
                <w:lang w:val="et-EE"/>
              </w:rPr>
              <w:t>ga liitumine</w:t>
            </w:r>
          </w:p>
        </w:tc>
      </w:tr>
      <w:tr w:rsidR="000505BA" w:rsidRPr="000B2E35" w14:paraId="4433B2A0" w14:textId="77777777" w:rsidTr="0038757D">
        <w:trPr>
          <w:trHeight w:val="155"/>
        </w:trPr>
        <w:tc>
          <w:tcPr>
            <w:tcW w:w="30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38757D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38757D">
        <w:trPr>
          <w:trHeight w:val="580"/>
        </w:trPr>
        <w:tc>
          <w:tcPr>
            <w:tcW w:w="3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38757D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453D960F" w:rsidR="000505BA" w:rsidRPr="000B2E35" w:rsidRDefault="00C26BE7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</w:t>
            </w:r>
            <w:r w:rsidR="0093326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C</w:t>
            </w:r>
            <w:r w:rsidR="00177D2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  <w:r w:rsidR="000243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949</w:t>
            </w:r>
            <w:r w:rsidR="00273EF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8D74B5" w:rsidRPr="008D74B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="000243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Värvali</w:t>
            </w:r>
            <w:r w:rsidR="00177D2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kinnistu </w:t>
            </w:r>
            <w:r w:rsidR="00A2046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liitumine</w:t>
            </w:r>
            <w:r w:rsidR="000243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elektrivõrguga</w:t>
            </w:r>
            <w:r w:rsidR="00A2046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, </w:t>
            </w:r>
            <w:proofErr w:type="spellStart"/>
            <w:r w:rsidR="000243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Kadapiku</w:t>
            </w:r>
            <w:proofErr w:type="spellEnd"/>
            <w:r w:rsidR="00A2046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küla, </w:t>
            </w:r>
            <w:r w:rsidR="000243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Kadrina</w:t>
            </w:r>
            <w:r w:rsidR="00A2046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vald, Lääne-Viru</w:t>
            </w:r>
            <w:r w:rsidR="002E34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maakond</w:t>
            </w:r>
            <w:r w:rsidR="00091F39"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</w:t>
            </w:r>
          </w:p>
        </w:tc>
      </w:tr>
      <w:tr w:rsidR="000505BA" w:rsidRPr="000B2E35" w14:paraId="70389172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3EFB39" w14:textId="603086E9" w:rsidR="000505BA" w:rsidRPr="000B2E35" w:rsidRDefault="00A67711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02437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Jelena Laidoner</w:t>
            </w:r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, Leonhard </w:t>
            </w:r>
            <w:proofErr w:type="spellStart"/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="00A8673B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38757D">
        <w:trPr>
          <w:trHeight w:val="580"/>
        </w:trPr>
        <w:tc>
          <w:tcPr>
            <w:tcW w:w="3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3D42C65A" w:rsidR="000505BA" w:rsidRPr="000B2E35" w:rsidRDefault="00024372" w:rsidP="0038757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</w:t>
            </w:r>
            <w:r w:rsidR="0094347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3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.0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9</w:t>
            </w:r>
            <w:r w:rsidR="00DC25F8" w:rsidRPr="00DC25F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.2025  nr 7.1-2/25/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13842</w:t>
            </w:r>
            <w:r w:rsidR="00D764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</w:t>
            </w:r>
            <w:r w:rsidR="009A13C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</w:p>
        </w:tc>
      </w:tr>
      <w:tr w:rsidR="000505BA" w:rsidRPr="000B2E35" w14:paraId="5C928269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3EAE6C62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3875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3875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561DD126" w14:textId="4946E8D5" w:rsidR="00FE7954" w:rsidRDefault="00024372" w:rsidP="0038757D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 xml:space="preserve">17152 </w:t>
            </w:r>
            <w:proofErr w:type="spellStart"/>
            <w:r>
              <w:rPr>
                <w:rFonts w:ascii="Times New Roman" w:hAnsi="Times New Roman"/>
                <w:b/>
                <w:lang w:val="et-EE"/>
              </w:rPr>
              <w:t>Vohnja</w:t>
            </w:r>
            <w:proofErr w:type="spellEnd"/>
            <w:r>
              <w:rPr>
                <w:rFonts w:ascii="Times New Roman" w:hAnsi="Times New Roman"/>
                <w:b/>
                <w:lang w:val="et-EE"/>
              </w:rPr>
              <w:t>-Kadrina tee</w:t>
            </w:r>
          </w:p>
          <w:p w14:paraId="51DE69ED" w14:textId="77777777" w:rsidR="000505BA" w:rsidRPr="008E5621" w:rsidRDefault="000505BA" w:rsidP="003875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522751C2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A07ACE"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024372">
              <w:rPr>
                <w:rFonts w:ascii="Times New Roman" w:hAnsi="Times New Roman"/>
                <w:bCs/>
                <w:lang w:val="et-EE"/>
              </w:rPr>
              <w:t>27303</w:t>
            </w:r>
            <w:r w:rsidR="002A5626">
              <w:rPr>
                <w:rFonts w:ascii="Times New Roman" w:hAnsi="Times New Roman"/>
                <w:bCs/>
                <w:lang w:val="et-EE"/>
              </w:rPr>
              <w:t>:00</w:t>
            </w:r>
            <w:r w:rsidR="00024372">
              <w:rPr>
                <w:rFonts w:ascii="Times New Roman" w:hAnsi="Times New Roman"/>
                <w:bCs/>
                <w:lang w:val="et-EE"/>
              </w:rPr>
              <w:t>2</w:t>
            </w:r>
            <w:r w:rsidR="002A5626">
              <w:rPr>
                <w:rFonts w:ascii="Times New Roman" w:hAnsi="Times New Roman"/>
                <w:bCs/>
                <w:lang w:val="et-EE"/>
              </w:rPr>
              <w:t>:</w:t>
            </w:r>
            <w:r w:rsidR="00024372">
              <w:rPr>
                <w:rFonts w:ascii="Times New Roman" w:hAnsi="Times New Roman"/>
                <w:bCs/>
                <w:lang w:val="et-EE"/>
              </w:rPr>
              <w:t>156</w:t>
            </w:r>
            <w:r w:rsidR="008B0AB4">
              <w:rPr>
                <w:rFonts w:ascii="Times New Roman" w:hAnsi="Times New Roman"/>
                <w:bCs/>
                <w:lang w:val="et-EE"/>
              </w:rPr>
              <w:t>0</w:t>
            </w:r>
          </w:p>
          <w:p w14:paraId="17B972FB" w14:textId="41B4004C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024372">
              <w:rPr>
                <w:rFonts w:ascii="Times New Roman" w:hAnsi="Times New Roman"/>
                <w:bCs/>
                <w:lang w:val="et-EE"/>
              </w:rPr>
              <w:t>40177</w:t>
            </w:r>
            <w:r w:rsidR="004A7576">
              <w:rPr>
                <w:rFonts w:ascii="Times New Roman" w:hAnsi="Times New Roman"/>
                <w:bCs/>
                <w:lang w:val="et-EE"/>
              </w:rPr>
              <w:t>50</w:t>
            </w:r>
          </w:p>
          <w:p w14:paraId="2B198D7E" w14:textId="6FE3FE05" w:rsidR="00240960" w:rsidRDefault="00B72E9F" w:rsidP="0038757D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024372" w:rsidRPr="00024372">
              <w:rPr>
                <w:rFonts w:ascii="inherit" w:hAnsi="inherit"/>
                <w:color w:val="000000"/>
              </w:rPr>
              <w:t>Lääne-Viru maakond, Kadrina vald, Kadapiku küla, 17152 Vohnja-Kadrina tee</w:t>
            </w:r>
          </w:p>
          <w:p w14:paraId="0DA14518" w14:textId="2C0F85B1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024372">
              <w:rPr>
                <w:rFonts w:ascii="Times New Roman" w:hAnsi="Times New Roman"/>
                <w:bCs/>
                <w:lang w:val="et-EE"/>
              </w:rPr>
              <w:t>64799</w:t>
            </w:r>
          </w:p>
          <w:p w14:paraId="7EE45F5D" w14:textId="4D99CAE3" w:rsidR="00B72E9F" w:rsidRPr="00B72E9F" w:rsidRDefault="00B72E9F" w:rsidP="0038757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1EDDACD9" w14:textId="720D3977" w:rsidR="0003543D" w:rsidRPr="0003543D" w:rsidRDefault="00B72E9F" w:rsidP="0003543D"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</w:t>
            </w:r>
            <w:r w:rsidR="0003543D">
              <w:rPr>
                <w:rFonts w:ascii="Times New Roman" w:hAnsi="Times New Roman"/>
                <w:bCs/>
                <w:lang w:val="et-EE"/>
              </w:rPr>
              <w:t>958468</w:t>
            </w:r>
            <w:r w:rsidR="00DF0058">
              <w:t xml:space="preserve"> </w:t>
            </w:r>
            <w:hyperlink r:id="rId13" w:history="1">
              <w:r w:rsidR="0003543D" w:rsidRPr="00D03A97">
                <w:rPr>
                  <w:rStyle w:val="Hyperlink"/>
                </w:rPr>
                <w:t>https://pari.kataster.ee/magic-link/09971384-f7b1-42a7-a17e-560dfae84bd7</w:t>
              </w:r>
            </w:hyperlink>
          </w:p>
        </w:tc>
      </w:tr>
      <w:tr w:rsidR="007B26A1" w:rsidRPr="008E5621" w14:paraId="6FB073D6" w14:textId="77777777" w:rsidTr="0038757D">
        <w:trPr>
          <w:trHeight w:val="312"/>
        </w:trPr>
        <w:tc>
          <w:tcPr>
            <w:tcW w:w="3090" w:type="dxa"/>
            <w:vMerge w:val="restart"/>
          </w:tcPr>
          <w:p w14:paraId="1199D231" w14:textId="4DFD1CC4" w:rsidR="007B26A1" w:rsidRDefault="00EC1795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7B26A1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7B26A1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552156A0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7B051422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0CE25EA8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35601B6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58C832C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A9129F1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E02DF3D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F3AF515" w14:textId="77777777" w:rsidR="007B26A1" w:rsidRDefault="007B26A1" w:rsidP="0038757D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3D9233C" w14:textId="77777777" w:rsidR="007B26A1" w:rsidRDefault="007B26A1" w:rsidP="0038757D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C299154" w14:textId="77777777" w:rsidR="007B26A1" w:rsidRPr="008342C4" w:rsidRDefault="007B26A1" w:rsidP="0038757D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1D47C612" w14:textId="7C6BBA97" w:rsidR="007B26A1" w:rsidRDefault="0003543D" w:rsidP="0003543D">
            <w:pPr>
              <w:jc w:val="both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lastRenderedPageBreak/>
              <w:t xml:space="preserve">17152 </w:t>
            </w:r>
            <w:proofErr w:type="spellStart"/>
            <w:r>
              <w:rPr>
                <w:rFonts w:ascii="Times New Roman" w:hAnsi="Times New Roman"/>
                <w:b/>
                <w:lang w:val="et-EE"/>
              </w:rPr>
              <w:t>Vohnja</w:t>
            </w:r>
            <w:proofErr w:type="spellEnd"/>
            <w:r>
              <w:rPr>
                <w:rFonts w:ascii="Times New Roman" w:hAnsi="Times New Roman"/>
                <w:b/>
                <w:lang w:val="et-EE"/>
              </w:rPr>
              <w:t>-Kadrina tee</w:t>
            </w:r>
          </w:p>
          <w:p w14:paraId="658663D3" w14:textId="77777777" w:rsidR="007B26A1" w:rsidRPr="008E5621" w:rsidRDefault="007B26A1" w:rsidP="0038757D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7B26A1" w:rsidRPr="000B2E35" w14:paraId="0AB8C64F" w14:textId="77777777" w:rsidTr="0038757D">
        <w:trPr>
          <w:trHeight w:val="415"/>
        </w:trPr>
        <w:tc>
          <w:tcPr>
            <w:tcW w:w="3090" w:type="dxa"/>
            <w:vMerge/>
            <w:tcBorders>
              <w:bottom w:val="single" w:sz="4" w:space="0" w:color="000000"/>
            </w:tcBorders>
            <w:hideMark/>
          </w:tcPr>
          <w:p w14:paraId="5F58BEF1" w14:textId="77777777" w:rsidR="007B26A1" w:rsidRPr="000B2E35" w:rsidRDefault="007B26A1" w:rsidP="0038757D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12EE22FB" w14:textId="4F6C0B00" w:rsidR="0003543D" w:rsidRPr="00B72E9F" w:rsidRDefault="0003543D" w:rsidP="0003543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>
              <w:rPr>
                <w:rFonts w:ascii="Times New Roman" w:hAnsi="Times New Roman"/>
                <w:bCs/>
                <w:lang w:val="et-EE"/>
              </w:rPr>
              <w:t xml:space="preserve"> 27302:002:1190</w:t>
            </w:r>
          </w:p>
          <w:p w14:paraId="54C0B29A" w14:textId="1846153C" w:rsidR="0003543D" w:rsidRPr="00B72E9F" w:rsidRDefault="0003543D" w:rsidP="0003543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>
              <w:rPr>
                <w:rFonts w:ascii="Times New Roman" w:hAnsi="Times New Roman"/>
                <w:bCs/>
                <w:lang w:val="et-EE"/>
              </w:rPr>
              <w:t>3924450</w:t>
            </w:r>
          </w:p>
          <w:p w14:paraId="7F90995B" w14:textId="65ACC722" w:rsidR="0003543D" w:rsidRDefault="0003543D" w:rsidP="0003543D">
            <w:pPr>
              <w:rPr>
                <w:rFonts w:ascii="inherit" w:hAnsi="inherit"/>
                <w:color w:val="000000"/>
                <w:lang w:val="et-EE" w:eastAsia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lastRenderedPageBreak/>
              <w:t xml:space="preserve">Lähiaadress: </w:t>
            </w:r>
            <w:r w:rsidRPr="0003543D">
              <w:rPr>
                <w:rFonts w:ascii="inherit" w:hAnsi="inherit"/>
                <w:color w:val="000000"/>
              </w:rPr>
              <w:t>Lääne-Viru maakond, Kadrina vald, Undla küla, 17152 Vohnja-Kadrina tee</w:t>
            </w:r>
          </w:p>
          <w:p w14:paraId="695828F9" w14:textId="6F4E5902" w:rsidR="0003543D" w:rsidRPr="00B72E9F" w:rsidRDefault="0003543D" w:rsidP="0003543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>
              <w:rPr>
                <w:rFonts w:ascii="Times New Roman" w:hAnsi="Times New Roman"/>
                <w:bCs/>
                <w:lang w:val="et-EE"/>
              </w:rPr>
              <w:t>7890</w:t>
            </w:r>
          </w:p>
          <w:p w14:paraId="7628CE77" w14:textId="77777777" w:rsidR="0003543D" w:rsidRPr="00B72E9F" w:rsidRDefault="0003543D" w:rsidP="0003543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1F2D526E" w14:textId="15592FDC" w:rsidR="0003543D" w:rsidRDefault="0003543D" w:rsidP="0003543D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958466 </w:t>
            </w:r>
            <w:hyperlink r:id="rId14" w:history="1">
              <w:r w:rsidRPr="00D03A97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https://pari.kataster.ee/magic-link/3cc0d3a3-d5cd-4039-a6f1-951e01124acd</w:t>
              </w:r>
            </w:hyperlink>
          </w:p>
          <w:p w14:paraId="13ED59F2" w14:textId="77777777" w:rsidR="007B26A1" w:rsidRPr="006135BE" w:rsidRDefault="007B26A1" w:rsidP="0038757D">
            <w:pPr>
              <w:rPr>
                <w:rFonts w:ascii="Times New Roman" w:hAnsi="Times New Roman"/>
                <w:bCs/>
                <w:lang w:val="et-EE"/>
              </w:rPr>
            </w:pPr>
          </w:p>
          <w:p w14:paraId="13A06113" w14:textId="77777777" w:rsidR="007B26A1" w:rsidRPr="000B2E35" w:rsidRDefault="007B26A1" w:rsidP="0038757D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6F163848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(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-id</w:t>
            </w:r>
            <w:r w:rsidR="00C712E9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)</w:t>
            </w: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C524329" w14:textId="77777777" w:rsidR="00036BF3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</w:t>
      </w:r>
      <w:r w:rsidR="00036BF3">
        <w:rPr>
          <w:rFonts w:ascii="Times New Roman" w:eastAsia="Calibri" w:hAnsi="Times New Roman"/>
          <w:sz w:val="22"/>
          <w:szCs w:val="22"/>
          <w:lang w:val="et-EE"/>
        </w:rPr>
        <w:t>,</w:t>
      </w:r>
      <w:r w:rsidRPr="00963490">
        <w:rPr>
          <w:rFonts w:ascii="Times New Roman" w:eastAsia="Calibri" w:hAnsi="Times New Roman"/>
          <w:sz w:val="22"/>
          <w:szCs w:val="22"/>
          <w:lang w:val="et-EE"/>
        </w:rPr>
        <w:t xml:space="preserve"> </w:t>
      </w:r>
    </w:p>
    <w:p w14:paraId="25753A21" w14:textId="77777777" w:rsidR="00036BF3" w:rsidRDefault="00036BF3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E74600" w:rsidR="00963490" w:rsidRDefault="00C712E9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Kristjan Ott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3CBBD2F9" w:rsidR="007127AD" w:rsidRPr="007127AD" w:rsidRDefault="00C36E8C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 xml:space="preserve">aaõiguse </w:t>
      </w:r>
      <w:r w:rsidR="00C712E9">
        <w:rPr>
          <w:rFonts w:ascii="Times New Roman" w:eastAsia="Calibri" w:hAnsi="Times New Roman"/>
          <w:sz w:val="22"/>
          <w:szCs w:val="22"/>
          <w:lang w:val="et-EE"/>
        </w:rPr>
        <w:t>s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F8CAC" w14:textId="77777777" w:rsidR="00AB1DEF" w:rsidRDefault="00AB1DEF">
      <w:r>
        <w:separator/>
      </w:r>
    </w:p>
  </w:endnote>
  <w:endnote w:type="continuationSeparator" w:id="0">
    <w:p w14:paraId="51FA66A7" w14:textId="77777777" w:rsidR="00AB1DEF" w:rsidRDefault="00AB1DEF">
      <w:r>
        <w:continuationSeparator/>
      </w:r>
    </w:p>
  </w:endnote>
  <w:endnote w:type="continuationNotice" w:id="1">
    <w:p w14:paraId="6F971A07" w14:textId="77777777" w:rsidR="00AB1DEF" w:rsidRDefault="00AB1D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</w:t>
          </w: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Tallinn</w:t>
          </w:r>
          <w:proofErr w:type="spellEnd"/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8E56" w14:textId="77777777" w:rsidR="00AB1DEF" w:rsidRDefault="00AB1DEF">
      <w:r>
        <w:separator/>
      </w:r>
    </w:p>
  </w:footnote>
  <w:footnote w:type="continuationSeparator" w:id="0">
    <w:p w14:paraId="160A1A0D" w14:textId="77777777" w:rsidR="00AB1DEF" w:rsidRDefault="00AB1DEF">
      <w:r>
        <w:continuationSeparator/>
      </w:r>
    </w:p>
  </w:footnote>
  <w:footnote w:type="continuationNotice" w:id="1">
    <w:p w14:paraId="48B78555" w14:textId="77777777" w:rsidR="00AB1DEF" w:rsidRDefault="00AB1D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07799"/>
    <w:rsid w:val="00024372"/>
    <w:rsid w:val="0003543D"/>
    <w:rsid w:val="00036BF3"/>
    <w:rsid w:val="00037029"/>
    <w:rsid w:val="00046344"/>
    <w:rsid w:val="000505BA"/>
    <w:rsid w:val="000646A2"/>
    <w:rsid w:val="00065E01"/>
    <w:rsid w:val="0008609B"/>
    <w:rsid w:val="000908D5"/>
    <w:rsid w:val="00091F39"/>
    <w:rsid w:val="000B1F81"/>
    <w:rsid w:val="000B417F"/>
    <w:rsid w:val="000B4850"/>
    <w:rsid w:val="000B57BA"/>
    <w:rsid w:val="000F3E27"/>
    <w:rsid w:val="00102890"/>
    <w:rsid w:val="00103444"/>
    <w:rsid w:val="00111A7D"/>
    <w:rsid w:val="0011775B"/>
    <w:rsid w:val="0013797F"/>
    <w:rsid w:val="00146F8F"/>
    <w:rsid w:val="00162108"/>
    <w:rsid w:val="00173A13"/>
    <w:rsid w:val="00176B5D"/>
    <w:rsid w:val="00177D2D"/>
    <w:rsid w:val="001871B2"/>
    <w:rsid w:val="0019253D"/>
    <w:rsid w:val="00194EE7"/>
    <w:rsid w:val="001B2F68"/>
    <w:rsid w:val="001B46D4"/>
    <w:rsid w:val="001C0A3B"/>
    <w:rsid w:val="001D14EF"/>
    <w:rsid w:val="001E0921"/>
    <w:rsid w:val="001E09C8"/>
    <w:rsid w:val="001E2520"/>
    <w:rsid w:val="001E4F95"/>
    <w:rsid w:val="001E686E"/>
    <w:rsid w:val="001F3930"/>
    <w:rsid w:val="002002F0"/>
    <w:rsid w:val="0021186E"/>
    <w:rsid w:val="00215382"/>
    <w:rsid w:val="00225172"/>
    <w:rsid w:val="00227EE8"/>
    <w:rsid w:val="0023452B"/>
    <w:rsid w:val="002401E8"/>
    <w:rsid w:val="00240960"/>
    <w:rsid w:val="0024234A"/>
    <w:rsid w:val="0026021E"/>
    <w:rsid w:val="0026172F"/>
    <w:rsid w:val="002641F5"/>
    <w:rsid w:val="00266EEB"/>
    <w:rsid w:val="002726A3"/>
    <w:rsid w:val="002732AA"/>
    <w:rsid w:val="00273EF1"/>
    <w:rsid w:val="002935BE"/>
    <w:rsid w:val="002A1036"/>
    <w:rsid w:val="002A18A4"/>
    <w:rsid w:val="002A2B20"/>
    <w:rsid w:val="002A3764"/>
    <w:rsid w:val="002A5626"/>
    <w:rsid w:val="002A5FB1"/>
    <w:rsid w:val="002A61FF"/>
    <w:rsid w:val="002A73A5"/>
    <w:rsid w:val="002B43F1"/>
    <w:rsid w:val="002B7062"/>
    <w:rsid w:val="002C22A3"/>
    <w:rsid w:val="002D4D27"/>
    <w:rsid w:val="002D6251"/>
    <w:rsid w:val="002E0EF7"/>
    <w:rsid w:val="002E344F"/>
    <w:rsid w:val="002F07BC"/>
    <w:rsid w:val="002F7CB0"/>
    <w:rsid w:val="00300E09"/>
    <w:rsid w:val="0030240C"/>
    <w:rsid w:val="003073D3"/>
    <w:rsid w:val="0030774F"/>
    <w:rsid w:val="003127FB"/>
    <w:rsid w:val="00316376"/>
    <w:rsid w:val="00331D8C"/>
    <w:rsid w:val="0033388C"/>
    <w:rsid w:val="003344E3"/>
    <w:rsid w:val="00335CBC"/>
    <w:rsid w:val="00340908"/>
    <w:rsid w:val="00344245"/>
    <w:rsid w:val="003452AC"/>
    <w:rsid w:val="00345B55"/>
    <w:rsid w:val="003467AE"/>
    <w:rsid w:val="003504CB"/>
    <w:rsid w:val="003551E2"/>
    <w:rsid w:val="00356E30"/>
    <w:rsid w:val="0035785B"/>
    <w:rsid w:val="00357C22"/>
    <w:rsid w:val="00364003"/>
    <w:rsid w:val="00364590"/>
    <w:rsid w:val="00365F2B"/>
    <w:rsid w:val="00381AE8"/>
    <w:rsid w:val="00382D66"/>
    <w:rsid w:val="0038757D"/>
    <w:rsid w:val="003A0ECE"/>
    <w:rsid w:val="003B5885"/>
    <w:rsid w:val="003B6B48"/>
    <w:rsid w:val="003B6F35"/>
    <w:rsid w:val="003C0430"/>
    <w:rsid w:val="003C107F"/>
    <w:rsid w:val="003D63FD"/>
    <w:rsid w:val="003D782C"/>
    <w:rsid w:val="003F5996"/>
    <w:rsid w:val="00402D9D"/>
    <w:rsid w:val="00410F15"/>
    <w:rsid w:val="004170C1"/>
    <w:rsid w:val="00430FA1"/>
    <w:rsid w:val="00431FB9"/>
    <w:rsid w:val="00436661"/>
    <w:rsid w:val="004516A1"/>
    <w:rsid w:val="00470107"/>
    <w:rsid w:val="00477D3F"/>
    <w:rsid w:val="00491AD7"/>
    <w:rsid w:val="0049396A"/>
    <w:rsid w:val="004A7576"/>
    <w:rsid w:val="004C1993"/>
    <w:rsid w:val="004C519D"/>
    <w:rsid w:val="004D1D70"/>
    <w:rsid w:val="004E5DD5"/>
    <w:rsid w:val="0050379B"/>
    <w:rsid w:val="00532D2F"/>
    <w:rsid w:val="005525F7"/>
    <w:rsid w:val="005623AF"/>
    <w:rsid w:val="00566CB9"/>
    <w:rsid w:val="005755DF"/>
    <w:rsid w:val="00581E38"/>
    <w:rsid w:val="00582590"/>
    <w:rsid w:val="00584333"/>
    <w:rsid w:val="00585B08"/>
    <w:rsid w:val="0059529B"/>
    <w:rsid w:val="005A217D"/>
    <w:rsid w:val="005A710F"/>
    <w:rsid w:val="005B1449"/>
    <w:rsid w:val="005B1C18"/>
    <w:rsid w:val="005C1966"/>
    <w:rsid w:val="005C24D9"/>
    <w:rsid w:val="005C3D4A"/>
    <w:rsid w:val="005C4230"/>
    <w:rsid w:val="005D1655"/>
    <w:rsid w:val="005E3618"/>
    <w:rsid w:val="005F4B87"/>
    <w:rsid w:val="006001D8"/>
    <w:rsid w:val="00605B27"/>
    <w:rsid w:val="006135BE"/>
    <w:rsid w:val="00615EB0"/>
    <w:rsid w:val="00625192"/>
    <w:rsid w:val="0062642C"/>
    <w:rsid w:val="00627953"/>
    <w:rsid w:val="0063780B"/>
    <w:rsid w:val="00641E1F"/>
    <w:rsid w:val="00642088"/>
    <w:rsid w:val="00643BDB"/>
    <w:rsid w:val="0064619A"/>
    <w:rsid w:val="006466E4"/>
    <w:rsid w:val="00653C57"/>
    <w:rsid w:val="00657B6F"/>
    <w:rsid w:val="0066463C"/>
    <w:rsid w:val="006736DE"/>
    <w:rsid w:val="00675C5F"/>
    <w:rsid w:val="00675C6D"/>
    <w:rsid w:val="006A27A9"/>
    <w:rsid w:val="006B28B7"/>
    <w:rsid w:val="006B5553"/>
    <w:rsid w:val="006B6470"/>
    <w:rsid w:val="006B79A8"/>
    <w:rsid w:val="006C1103"/>
    <w:rsid w:val="006E048F"/>
    <w:rsid w:val="006E49AA"/>
    <w:rsid w:val="006F595A"/>
    <w:rsid w:val="00704301"/>
    <w:rsid w:val="0070500B"/>
    <w:rsid w:val="007127AD"/>
    <w:rsid w:val="007341D1"/>
    <w:rsid w:val="00734B0C"/>
    <w:rsid w:val="0074508B"/>
    <w:rsid w:val="00754EAC"/>
    <w:rsid w:val="00754F94"/>
    <w:rsid w:val="00755DE3"/>
    <w:rsid w:val="00757CE6"/>
    <w:rsid w:val="00765D62"/>
    <w:rsid w:val="00765ED3"/>
    <w:rsid w:val="0077377F"/>
    <w:rsid w:val="007816BC"/>
    <w:rsid w:val="00782839"/>
    <w:rsid w:val="0078515B"/>
    <w:rsid w:val="007870BE"/>
    <w:rsid w:val="00793457"/>
    <w:rsid w:val="0079645A"/>
    <w:rsid w:val="007B26A1"/>
    <w:rsid w:val="007C6F7A"/>
    <w:rsid w:val="007E7FBC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630EF"/>
    <w:rsid w:val="008753E8"/>
    <w:rsid w:val="008759E3"/>
    <w:rsid w:val="00886F46"/>
    <w:rsid w:val="00896545"/>
    <w:rsid w:val="00896568"/>
    <w:rsid w:val="008A6F55"/>
    <w:rsid w:val="008B0AB4"/>
    <w:rsid w:val="008C4DA3"/>
    <w:rsid w:val="008C5B01"/>
    <w:rsid w:val="008D2D2A"/>
    <w:rsid w:val="008D3667"/>
    <w:rsid w:val="008D74B5"/>
    <w:rsid w:val="008F2A05"/>
    <w:rsid w:val="008F47F1"/>
    <w:rsid w:val="0091258F"/>
    <w:rsid w:val="00912BDF"/>
    <w:rsid w:val="00924ED0"/>
    <w:rsid w:val="009303BE"/>
    <w:rsid w:val="00930BE5"/>
    <w:rsid w:val="00933269"/>
    <w:rsid w:val="009408B3"/>
    <w:rsid w:val="00940C5A"/>
    <w:rsid w:val="0094347A"/>
    <w:rsid w:val="00950164"/>
    <w:rsid w:val="00953D1F"/>
    <w:rsid w:val="00962A66"/>
    <w:rsid w:val="00963440"/>
    <w:rsid w:val="00963490"/>
    <w:rsid w:val="00964593"/>
    <w:rsid w:val="00992B14"/>
    <w:rsid w:val="009A0457"/>
    <w:rsid w:val="009A13C1"/>
    <w:rsid w:val="009A6455"/>
    <w:rsid w:val="009B2A88"/>
    <w:rsid w:val="009C3F02"/>
    <w:rsid w:val="009D38F3"/>
    <w:rsid w:val="009D6ED0"/>
    <w:rsid w:val="009E181A"/>
    <w:rsid w:val="00A07ACE"/>
    <w:rsid w:val="00A1248E"/>
    <w:rsid w:val="00A17E2A"/>
    <w:rsid w:val="00A2046F"/>
    <w:rsid w:val="00A27416"/>
    <w:rsid w:val="00A33A60"/>
    <w:rsid w:val="00A43A3D"/>
    <w:rsid w:val="00A565AC"/>
    <w:rsid w:val="00A574DF"/>
    <w:rsid w:val="00A649D1"/>
    <w:rsid w:val="00A65739"/>
    <w:rsid w:val="00A67711"/>
    <w:rsid w:val="00A8345B"/>
    <w:rsid w:val="00A837AB"/>
    <w:rsid w:val="00A8673B"/>
    <w:rsid w:val="00AB1DEF"/>
    <w:rsid w:val="00AB1E1D"/>
    <w:rsid w:val="00AE1639"/>
    <w:rsid w:val="00AE6B50"/>
    <w:rsid w:val="00AF07A8"/>
    <w:rsid w:val="00AF0CF6"/>
    <w:rsid w:val="00AF6389"/>
    <w:rsid w:val="00B0111F"/>
    <w:rsid w:val="00B05AE2"/>
    <w:rsid w:val="00B33B98"/>
    <w:rsid w:val="00B4021D"/>
    <w:rsid w:val="00B46B8F"/>
    <w:rsid w:val="00B61872"/>
    <w:rsid w:val="00B709C2"/>
    <w:rsid w:val="00B72E9F"/>
    <w:rsid w:val="00B845CE"/>
    <w:rsid w:val="00B872F4"/>
    <w:rsid w:val="00B91B48"/>
    <w:rsid w:val="00BA3B23"/>
    <w:rsid w:val="00BA66A4"/>
    <w:rsid w:val="00BA75D5"/>
    <w:rsid w:val="00BB7AD2"/>
    <w:rsid w:val="00BC0F91"/>
    <w:rsid w:val="00BD14A4"/>
    <w:rsid w:val="00BF0E4C"/>
    <w:rsid w:val="00BF4038"/>
    <w:rsid w:val="00C0020C"/>
    <w:rsid w:val="00C12E95"/>
    <w:rsid w:val="00C14ACD"/>
    <w:rsid w:val="00C22BBE"/>
    <w:rsid w:val="00C26BE7"/>
    <w:rsid w:val="00C34030"/>
    <w:rsid w:val="00C36E8C"/>
    <w:rsid w:val="00C473E5"/>
    <w:rsid w:val="00C526F5"/>
    <w:rsid w:val="00C53640"/>
    <w:rsid w:val="00C712AC"/>
    <w:rsid w:val="00C712E9"/>
    <w:rsid w:val="00C775C8"/>
    <w:rsid w:val="00C86912"/>
    <w:rsid w:val="00C86C12"/>
    <w:rsid w:val="00C86E8D"/>
    <w:rsid w:val="00C91854"/>
    <w:rsid w:val="00C94341"/>
    <w:rsid w:val="00C95ABD"/>
    <w:rsid w:val="00C966E8"/>
    <w:rsid w:val="00CA4C43"/>
    <w:rsid w:val="00CB0FEA"/>
    <w:rsid w:val="00CB11F6"/>
    <w:rsid w:val="00CB31D7"/>
    <w:rsid w:val="00CC5435"/>
    <w:rsid w:val="00CD032B"/>
    <w:rsid w:val="00CD0C92"/>
    <w:rsid w:val="00CD2494"/>
    <w:rsid w:val="00CE4916"/>
    <w:rsid w:val="00CE5616"/>
    <w:rsid w:val="00CE6E1D"/>
    <w:rsid w:val="00CF5F86"/>
    <w:rsid w:val="00D00B63"/>
    <w:rsid w:val="00D0223D"/>
    <w:rsid w:val="00D100C4"/>
    <w:rsid w:val="00D14728"/>
    <w:rsid w:val="00D25D80"/>
    <w:rsid w:val="00D30B1A"/>
    <w:rsid w:val="00D343E0"/>
    <w:rsid w:val="00D350E3"/>
    <w:rsid w:val="00D4181C"/>
    <w:rsid w:val="00D4327F"/>
    <w:rsid w:val="00D43382"/>
    <w:rsid w:val="00D4458D"/>
    <w:rsid w:val="00D56E9B"/>
    <w:rsid w:val="00D72CD7"/>
    <w:rsid w:val="00D76435"/>
    <w:rsid w:val="00D7775D"/>
    <w:rsid w:val="00D77FE1"/>
    <w:rsid w:val="00D8006E"/>
    <w:rsid w:val="00D879EE"/>
    <w:rsid w:val="00D902BD"/>
    <w:rsid w:val="00DA4FD5"/>
    <w:rsid w:val="00DA7CDA"/>
    <w:rsid w:val="00DB14F4"/>
    <w:rsid w:val="00DB17D9"/>
    <w:rsid w:val="00DB5A51"/>
    <w:rsid w:val="00DB742D"/>
    <w:rsid w:val="00DC25F8"/>
    <w:rsid w:val="00DC4966"/>
    <w:rsid w:val="00DD1708"/>
    <w:rsid w:val="00DF0058"/>
    <w:rsid w:val="00DF283A"/>
    <w:rsid w:val="00DF2D6D"/>
    <w:rsid w:val="00DF3E13"/>
    <w:rsid w:val="00E012B8"/>
    <w:rsid w:val="00E0231B"/>
    <w:rsid w:val="00E04B78"/>
    <w:rsid w:val="00E2366F"/>
    <w:rsid w:val="00E23C4F"/>
    <w:rsid w:val="00E27A09"/>
    <w:rsid w:val="00E366A1"/>
    <w:rsid w:val="00E3783E"/>
    <w:rsid w:val="00E42373"/>
    <w:rsid w:val="00E43B45"/>
    <w:rsid w:val="00E47970"/>
    <w:rsid w:val="00E5525E"/>
    <w:rsid w:val="00E6200E"/>
    <w:rsid w:val="00E9115C"/>
    <w:rsid w:val="00E95ED1"/>
    <w:rsid w:val="00EB2D3D"/>
    <w:rsid w:val="00EB5167"/>
    <w:rsid w:val="00EB79F8"/>
    <w:rsid w:val="00EB7E1A"/>
    <w:rsid w:val="00EC15EB"/>
    <w:rsid w:val="00EC1795"/>
    <w:rsid w:val="00EC6F44"/>
    <w:rsid w:val="00ED26F8"/>
    <w:rsid w:val="00ED393F"/>
    <w:rsid w:val="00EF0689"/>
    <w:rsid w:val="00EF56E3"/>
    <w:rsid w:val="00F05A6A"/>
    <w:rsid w:val="00F23CB1"/>
    <w:rsid w:val="00F30F4E"/>
    <w:rsid w:val="00F36C54"/>
    <w:rsid w:val="00F400F4"/>
    <w:rsid w:val="00F440BD"/>
    <w:rsid w:val="00F50474"/>
    <w:rsid w:val="00F55A60"/>
    <w:rsid w:val="00F629CC"/>
    <w:rsid w:val="00F6678C"/>
    <w:rsid w:val="00F67A7C"/>
    <w:rsid w:val="00F75059"/>
    <w:rsid w:val="00F84A7C"/>
    <w:rsid w:val="00F8649D"/>
    <w:rsid w:val="00F87519"/>
    <w:rsid w:val="00F94E63"/>
    <w:rsid w:val="00F9746F"/>
    <w:rsid w:val="00FA13F3"/>
    <w:rsid w:val="00FA395B"/>
    <w:rsid w:val="00FC0064"/>
    <w:rsid w:val="00FD1C24"/>
    <w:rsid w:val="00FD2413"/>
    <w:rsid w:val="00FD6116"/>
    <w:rsid w:val="00FE25F5"/>
    <w:rsid w:val="00FE6B34"/>
    <w:rsid w:val="00FE795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1058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596">
          <w:marLeft w:val="0"/>
          <w:marRight w:val="3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09971384-f7b1-42a7-a17e-560dfae84bd7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ristjan.ott@elektrilev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3cc0d3a3-d5cd-4039-a6f1-951e01124acd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3</TotalTime>
  <Pages>2</Pages>
  <Words>205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Kristjan Ott</cp:lastModifiedBy>
  <cp:revision>3</cp:revision>
  <cp:lastPrinted>2025-04-15T10:05:00Z</cp:lastPrinted>
  <dcterms:created xsi:type="dcterms:W3CDTF">2025-09-30T05:19:00Z</dcterms:created>
  <dcterms:modified xsi:type="dcterms:W3CDTF">2025-09-30T06:02:00Z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